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FE135F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2A3D9F" wp14:editId="418AF2C6">
                      <wp:simplePos x="0" y="0"/>
                      <wp:positionH relativeFrom="column">
                        <wp:posOffset>3752630</wp:posOffset>
                      </wp:positionH>
                      <wp:positionV relativeFrom="paragraph">
                        <wp:posOffset>1279250</wp:posOffset>
                      </wp:positionV>
                      <wp:extent cx="36535" cy="242942"/>
                      <wp:effectExtent l="0" t="0" r="20955" b="24130"/>
                      <wp:wrapNone/>
                      <wp:docPr id="38" name="Freeform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535" cy="242942"/>
                              </a:xfrm>
                              <a:custGeom>
                                <a:avLst/>
                                <a:gdLst>
                                  <a:gd name="connsiteX0" fmla="*/ 31805 w 36424"/>
                                  <a:gd name="connsiteY0" fmla="*/ 214686 h 217830"/>
                                  <a:gd name="connsiteX1" fmla="*/ 31805 w 36424"/>
                                  <a:gd name="connsiteY1" fmla="*/ 151075 h 217830"/>
                                  <a:gd name="connsiteX2" fmla="*/ 0 w 36424"/>
                                  <a:gd name="connsiteY2" fmla="*/ 0 h 217830"/>
                                  <a:gd name="connsiteX3" fmla="*/ 7951 w 36424"/>
                                  <a:gd name="connsiteY3" fmla="*/ 55660 h 217830"/>
                                  <a:gd name="connsiteX4" fmla="*/ 31805 w 36424"/>
                                  <a:gd name="connsiteY4" fmla="*/ 206734 h 217830"/>
                                  <a:gd name="connsiteX5" fmla="*/ 31805 w 36424"/>
                                  <a:gd name="connsiteY5" fmla="*/ 214686 h 217830"/>
                                  <a:gd name="connsiteX0" fmla="*/ 31805 w 36424"/>
                                  <a:gd name="connsiteY0" fmla="*/ 218269 h 221413"/>
                                  <a:gd name="connsiteX1" fmla="*/ 31805 w 36424"/>
                                  <a:gd name="connsiteY1" fmla="*/ 154658 h 221413"/>
                                  <a:gd name="connsiteX2" fmla="*/ 24548 w 36424"/>
                                  <a:gd name="connsiteY2" fmla="*/ 21994 h 221413"/>
                                  <a:gd name="connsiteX3" fmla="*/ 0 w 36424"/>
                                  <a:gd name="connsiteY3" fmla="*/ 3583 h 221413"/>
                                  <a:gd name="connsiteX4" fmla="*/ 7951 w 36424"/>
                                  <a:gd name="connsiteY4" fmla="*/ 59243 h 221413"/>
                                  <a:gd name="connsiteX5" fmla="*/ 31805 w 36424"/>
                                  <a:gd name="connsiteY5" fmla="*/ 210317 h 221413"/>
                                  <a:gd name="connsiteX6" fmla="*/ 31805 w 36424"/>
                                  <a:gd name="connsiteY6" fmla="*/ 218269 h 221413"/>
                                  <a:gd name="connsiteX0" fmla="*/ 31805 w 32800"/>
                                  <a:gd name="connsiteY0" fmla="*/ 229916 h 233060"/>
                                  <a:gd name="connsiteX1" fmla="*/ 31805 w 32800"/>
                                  <a:gd name="connsiteY1" fmla="*/ 166305 h 233060"/>
                                  <a:gd name="connsiteX2" fmla="*/ 18373 w 32800"/>
                                  <a:gd name="connsiteY2" fmla="*/ 11647 h 233060"/>
                                  <a:gd name="connsiteX3" fmla="*/ 0 w 32800"/>
                                  <a:gd name="connsiteY3" fmla="*/ 15230 h 233060"/>
                                  <a:gd name="connsiteX4" fmla="*/ 7951 w 32800"/>
                                  <a:gd name="connsiteY4" fmla="*/ 70890 h 233060"/>
                                  <a:gd name="connsiteX5" fmla="*/ 31805 w 32800"/>
                                  <a:gd name="connsiteY5" fmla="*/ 221964 h 233060"/>
                                  <a:gd name="connsiteX6" fmla="*/ 31805 w 32800"/>
                                  <a:gd name="connsiteY6" fmla="*/ 229916 h 233060"/>
                                  <a:gd name="connsiteX0" fmla="*/ 32800 w 33210"/>
                                  <a:gd name="connsiteY0" fmla="*/ 279706 h 280628"/>
                                  <a:gd name="connsiteX1" fmla="*/ 31805 w 33210"/>
                                  <a:gd name="connsiteY1" fmla="*/ 166305 h 280628"/>
                                  <a:gd name="connsiteX2" fmla="*/ 18373 w 33210"/>
                                  <a:gd name="connsiteY2" fmla="*/ 11647 h 280628"/>
                                  <a:gd name="connsiteX3" fmla="*/ 0 w 33210"/>
                                  <a:gd name="connsiteY3" fmla="*/ 15230 h 280628"/>
                                  <a:gd name="connsiteX4" fmla="*/ 7951 w 33210"/>
                                  <a:gd name="connsiteY4" fmla="*/ 70890 h 280628"/>
                                  <a:gd name="connsiteX5" fmla="*/ 31805 w 33210"/>
                                  <a:gd name="connsiteY5" fmla="*/ 221964 h 280628"/>
                                  <a:gd name="connsiteX6" fmla="*/ 32800 w 33210"/>
                                  <a:gd name="connsiteY6" fmla="*/ 279706 h 280628"/>
                                  <a:gd name="connsiteX0" fmla="*/ 32800 w 33210"/>
                                  <a:gd name="connsiteY0" fmla="*/ 275371 h 276293"/>
                                  <a:gd name="connsiteX1" fmla="*/ 31805 w 33210"/>
                                  <a:gd name="connsiteY1" fmla="*/ 161970 h 276293"/>
                                  <a:gd name="connsiteX2" fmla="*/ 18373 w 33210"/>
                                  <a:gd name="connsiteY2" fmla="*/ 7312 h 276293"/>
                                  <a:gd name="connsiteX3" fmla="*/ 0 w 33210"/>
                                  <a:gd name="connsiteY3" fmla="*/ 35773 h 276293"/>
                                  <a:gd name="connsiteX4" fmla="*/ 7951 w 33210"/>
                                  <a:gd name="connsiteY4" fmla="*/ 66555 h 276293"/>
                                  <a:gd name="connsiteX5" fmla="*/ 31805 w 33210"/>
                                  <a:gd name="connsiteY5" fmla="*/ 217629 h 276293"/>
                                  <a:gd name="connsiteX6" fmla="*/ 32800 w 33210"/>
                                  <a:gd name="connsiteY6" fmla="*/ 275371 h 276293"/>
                                  <a:gd name="connsiteX0" fmla="*/ 33234 w 33644"/>
                                  <a:gd name="connsiteY0" fmla="*/ 275371 h 276293"/>
                                  <a:gd name="connsiteX1" fmla="*/ 32239 w 33644"/>
                                  <a:gd name="connsiteY1" fmla="*/ 161970 h 276293"/>
                                  <a:gd name="connsiteX2" fmla="*/ 18807 w 33644"/>
                                  <a:gd name="connsiteY2" fmla="*/ 7312 h 276293"/>
                                  <a:gd name="connsiteX3" fmla="*/ 434 w 33644"/>
                                  <a:gd name="connsiteY3" fmla="*/ 35773 h 276293"/>
                                  <a:gd name="connsiteX4" fmla="*/ 434 w 33644"/>
                                  <a:gd name="connsiteY4" fmla="*/ 87295 h 276293"/>
                                  <a:gd name="connsiteX5" fmla="*/ 32239 w 33644"/>
                                  <a:gd name="connsiteY5" fmla="*/ 217629 h 276293"/>
                                  <a:gd name="connsiteX6" fmla="*/ 33234 w 33644"/>
                                  <a:gd name="connsiteY6" fmla="*/ 275371 h 276293"/>
                                  <a:gd name="connsiteX0" fmla="*/ 33234 w 35695"/>
                                  <a:gd name="connsiteY0" fmla="*/ 240620 h 241542"/>
                                  <a:gd name="connsiteX1" fmla="*/ 32239 w 35695"/>
                                  <a:gd name="connsiteY1" fmla="*/ 127219 h 241542"/>
                                  <a:gd name="connsiteX2" fmla="*/ 33644 w 35695"/>
                                  <a:gd name="connsiteY2" fmla="*/ 43078 h 241542"/>
                                  <a:gd name="connsiteX3" fmla="*/ 434 w 35695"/>
                                  <a:gd name="connsiteY3" fmla="*/ 1022 h 241542"/>
                                  <a:gd name="connsiteX4" fmla="*/ 434 w 35695"/>
                                  <a:gd name="connsiteY4" fmla="*/ 52544 h 241542"/>
                                  <a:gd name="connsiteX5" fmla="*/ 32239 w 35695"/>
                                  <a:gd name="connsiteY5" fmla="*/ 182878 h 241542"/>
                                  <a:gd name="connsiteX6" fmla="*/ 33234 w 35695"/>
                                  <a:gd name="connsiteY6" fmla="*/ 240620 h 241542"/>
                                  <a:gd name="connsiteX0" fmla="*/ 35013 w 36767"/>
                                  <a:gd name="connsiteY0" fmla="*/ 242497 h 243419"/>
                                  <a:gd name="connsiteX1" fmla="*/ 34018 w 36767"/>
                                  <a:gd name="connsiteY1" fmla="*/ 129096 h 243419"/>
                                  <a:gd name="connsiteX2" fmla="*/ 1779 w 36767"/>
                                  <a:gd name="connsiteY2" fmla="*/ 24192 h 243419"/>
                                  <a:gd name="connsiteX3" fmla="*/ 2213 w 36767"/>
                                  <a:gd name="connsiteY3" fmla="*/ 2899 h 243419"/>
                                  <a:gd name="connsiteX4" fmla="*/ 2213 w 36767"/>
                                  <a:gd name="connsiteY4" fmla="*/ 54421 h 243419"/>
                                  <a:gd name="connsiteX5" fmla="*/ 34018 w 36767"/>
                                  <a:gd name="connsiteY5" fmla="*/ 184755 h 243419"/>
                                  <a:gd name="connsiteX6" fmla="*/ 35013 w 36767"/>
                                  <a:gd name="connsiteY6" fmla="*/ 242497 h 24341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6767" h="243419">
                                    <a:moveTo>
                                      <a:pt x="35013" y="242497"/>
                                    </a:moveTo>
                                    <a:cubicBezTo>
                                      <a:pt x="35013" y="233221"/>
                                      <a:pt x="39557" y="165480"/>
                                      <a:pt x="34018" y="129096"/>
                                    </a:cubicBezTo>
                                    <a:cubicBezTo>
                                      <a:pt x="28479" y="92712"/>
                                      <a:pt x="7080" y="49371"/>
                                      <a:pt x="1779" y="24192"/>
                                    </a:cubicBezTo>
                                    <a:cubicBezTo>
                                      <a:pt x="-3522" y="-987"/>
                                      <a:pt x="4979" y="-3309"/>
                                      <a:pt x="2213" y="2899"/>
                                    </a:cubicBezTo>
                                    <a:cubicBezTo>
                                      <a:pt x="4863" y="21452"/>
                                      <a:pt x="436" y="35764"/>
                                      <a:pt x="2213" y="54421"/>
                                    </a:cubicBezTo>
                                    <a:cubicBezTo>
                                      <a:pt x="10317" y="139513"/>
                                      <a:pt x="4632" y="125983"/>
                                      <a:pt x="34018" y="184755"/>
                                    </a:cubicBezTo>
                                    <a:cubicBezTo>
                                      <a:pt x="35694" y="188108"/>
                                      <a:pt x="35013" y="251773"/>
                                      <a:pt x="35013" y="2424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8" o:spid="_x0000_s1026" style="position:absolute;margin-left:295.5pt;margin-top:100.75pt;width:2.9pt;height:19.1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6767,243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" path="m35013,242497v,-9276,4544,-77017,-995,-113401c28479,92712,7080,49371,1779,24192,-3522,-987,4979,-3309,2213,2899v2650,18553,-1777,32865,,51522c10317,139513,4632,125983,34018,184755v1676,3353,995,67018,995,57742xe" fillcolor="#0d0d0d [3069]" strokecolor="#0d0d0d [3069]" strokeweight="1pt">
                      <v:stroke joinstyle="miter"/>
                      <v:path arrowok="t" o:connecttype="custom" o:connectlocs="34792,242022;33803,128843;1768,24145;2199,2893;2199,54314;33803,184393;34792,242022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E550A87" wp14:editId="0F819B29">
                      <wp:simplePos x="0" y="0"/>
                      <wp:positionH relativeFrom="column">
                        <wp:posOffset>3792658</wp:posOffset>
                      </wp:positionH>
                      <wp:positionV relativeFrom="paragraph">
                        <wp:posOffset>1235254</wp:posOffset>
                      </wp:positionV>
                      <wp:extent cx="64977" cy="186999"/>
                      <wp:effectExtent l="0" t="0" r="11430" b="22860"/>
                      <wp:wrapNone/>
                      <wp:docPr id="39" name="Freeform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977" cy="186999"/>
                              </a:xfrm>
                              <a:custGeom>
                                <a:avLst/>
                                <a:gdLst>
                                  <a:gd name="connsiteX0" fmla="*/ 56077 w 64977"/>
                                  <a:gd name="connsiteY0" fmla="*/ 184854 h 186999"/>
                                  <a:gd name="connsiteX1" fmla="*/ 32223 w 64977"/>
                                  <a:gd name="connsiteY1" fmla="*/ 121244 h 186999"/>
                                  <a:gd name="connsiteX2" fmla="*/ 24272 w 64977"/>
                                  <a:gd name="connsiteY2" fmla="*/ 89439 h 186999"/>
                                  <a:gd name="connsiteX3" fmla="*/ 16320 w 64977"/>
                                  <a:gd name="connsiteY3" fmla="*/ 49682 h 186999"/>
                                  <a:gd name="connsiteX4" fmla="*/ 418 w 64977"/>
                                  <a:gd name="connsiteY4" fmla="*/ 1974 h 186999"/>
                                  <a:gd name="connsiteX5" fmla="*/ 16320 w 64977"/>
                                  <a:gd name="connsiteY5" fmla="*/ 25828 h 186999"/>
                                  <a:gd name="connsiteX6" fmla="*/ 32223 w 64977"/>
                                  <a:gd name="connsiteY6" fmla="*/ 57634 h 186999"/>
                                  <a:gd name="connsiteX7" fmla="*/ 40174 w 64977"/>
                                  <a:gd name="connsiteY7" fmla="*/ 89439 h 186999"/>
                                  <a:gd name="connsiteX8" fmla="*/ 48126 w 64977"/>
                                  <a:gd name="connsiteY8" fmla="*/ 137147 h 186999"/>
                                  <a:gd name="connsiteX9" fmla="*/ 64028 w 64977"/>
                                  <a:gd name="connsiteY9" fmla="*/ 168952 h 186999"/>
                                  <a:gd name="connsiteX10" fmla="*/ 56077 w 64977"/>
                                  <a:gd name="connsiteY10" fmla="*/ 184854 h 1869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4977" h="186999">
                                    <a:moveTo>
                                      <a:pt x="56077" y="184854"/>
                                    </a:moveTo>
                                    <a:cubicBezTo>
                                      <a:pt x="50776" y="176903"/>
                                      <a:pt x="38457" y="143062"/>
                                      <a:pt x="32223" y="121244"/>
                                    </a:cubicBezTo>
                                    <a:cubicBezTo>
                                      <a:pt x="29221" y="110737"/>
                                      <a:pt x="26643" y="100107"/>
                                      <a:pt x="24272" y="89439"/>
                                    </a:cubicBezTo>
                                    <a:cubicBezTo>
                                      <a:pt x="21340" y="76246"/>
                                      <a:pt x="19876" y="62721"/>
                                      <a:pt x="16320" y="49682"/>
                                    </a:cubicBezTo>
                                    <a:cubicBezTo>
                                      <a:pt x="11909" y="33510"/>
                                      <a:pt x="5719" y="17877"/>
                                      <a:pt x="418" y="1974"/>
                                    </a:cubicBezTo>
                                    <a:cubicBezTo>
                                      <a:pt x="-2604" y="-7092"/>
                                      <a:pt x="11579" y="17531"/>
                                      <a:pt x="16320" y="25828"/>
                                    </a:cubicBezTo>
                                    <a:cubicBezTo>
                                      <a:pt x="22201" y="36120"/>
                                      <a:pt x="26922" y="47032"/>
                                      <a:pt x="32223" y="57634"/>
                                    </a:cubicBezTo>
                                    <a:cubicBezTo>
                                      <a:pt x="34873" y="68236"/>
                                      <a:pt x="38031" y="78723"/>
                                      <a:pt x="40174" y="89439"/>
                                    </a:cubicBezTo>
                                    <a:cubicBezTo>
                                      <a:pt x="43336" y="105248"/>
                                      <a:pt x="43493" y="121705"/>
                                      <a:pt x="48126" y="137147"/>
                                    </a:cubicBezTo>
                                    <a:cubicBezTo>
                                      <a:pt x="51532" y="148500"/>
                                      <a:pt x="59359" y="158057"/>
                                      <a:pt x="64028" y="168952"/>
                                    </a:cubicBezTo>
                                    <a:cubicBezTo>
                                      <a:pt x="67330" y="176656"/>
                                      <a:pt x="61378" y="192805"/>
                                      <a:pt x="56077" y="1848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9" o:spid="_x0000_s1026" style="position:absolute;margin-left:298.65pt;margin-top:97.25pt;width:5.1pt;height:14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4977,186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" path="m56077,184854c50776,176903,38457,143062,32223,121244,29221,110737,26643,100107,24272,89439,21340,76246,19876,62721,16320,49682,11909,33510,5719,17877,418,1974,-2604,-7092,11579,17531,16320,25828v5881,10292,10602,21204,15903,31806c34873,68236,38031,78723,40174,89439v3162,15809,3319,32266,7952,47708c51532,148500,59359,158057,64028,168952v3302,7704,-2650,23853,-7951,15902xe" fillcolor="#0d0d0d [3069]" strokecolor="#0d0d0d [3069]" strokeweight="1pt">
                      <v:stroke joinstyle="miter"/>
                      <v:path arrowok="t" o:connecttype="custom" o:connectlocs="56077,184854;32223,121244;24272,89439;16320,49682;418,1974;16320,25828;32223,57634;40174,89439;48126,137147;64028,168952;56077,184854" o:connectangles="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="00FE135F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60-70% stenosis, smooth homogenous atheroma. 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IMT CCA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0.0mm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60-70% </w:t>
                            </w:r>
                            <w:proofErr w:type="spellStart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, </w:t>
                            </w:r>
                            <w:proofErr w:type="spellStart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smooth</w:t>
                            </w:r>
                            <w:proofErr w:type="spellEnd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homogenous</w:t>
                            </w:r>
                            <w:proofErr w:type="spellEnd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atheroma</w:t>
                            </w:r>
                            <w:proofErr w:type="spellEnd"/>
                            <w:r w:rsidR="00FE135F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. 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IMT CCA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0.0mm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IMT CCA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0.0mm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IMT CCA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0.0mm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Minimal amount of heterogeneous atheroma noted in the proximal ICA and bulb.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FE135F">
              <w:rPr>
                <w:rFonts w:ascii="Arial" w:hAnsi="Arial"/>
                <w:kern w:val="12"/>
                <w:sz w:val="20"/>
                <w:szCs w:val="20"/>
              </w:rPr>
              <w:t>k Systolic Velocity (PSV) = 0.57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FE135F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0.11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and External (ECA) carotid arteries are patent with no significant stenosis detected (&gt;/=50%). </w:t>
            </w:r>
            <w:r w:rsidR="00FE135F">
              <w:rPr>
                <w:rFonts w:ascii="Arial" w:hAnsi="Arial"/>
                <w:kern w:val="12"/>
                <w:sz w:val="20"/>
                <w:szCs w:val="20"/>
              </w:rPr>
              <w:t xml:space="preserve">A moderate amount of smooth homogenous atheroma noted in the proximal ICA. Findings suggest a 60-70% haemodynamic stenosis.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</w:t>
            </w:r>
            <w:r w:rsidR="00FE135F">
              <w:rPr>
                <w:rFonts w:ascii="Arial" w:hAnsi="Arial"/>
                <w:kern w:val="12"/>
                <w:sz w:val="20"/>
                <w:szCs w:val="20"/>
              </w:rPr>
              <w:t xml:space="preserve"> Velocity (PSV) = 2.5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FE135F">
              <w:rPr>
                <w:rFonts w:ascii="Arial" w:hAnsi="Arial"/>
                <w:kern w:val="12"/>
                <w:sz w:val="20"/>
                <w:szCs w:val="20"/>
              </w:rPr>
              <w:t>ocity (EDV) = 0.31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CE68E9" w:rsidP="009D4370">
            <w:pPr>
              <w:pStyle w:val="CUSTOMColumnText"/>
            </w:pPr>
            <w:r>
              <w:rPr>
                <w:sz w:val="21"/>
                <w:szCs w:val="21"/>
              </w:rPr>
              <w:lastRenderedPageBreak/>
              <w:t xml:space="preserve">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E305F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35F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2019-07-30T13:15:00Z</dcterms:created>
  <dcterms:modified xsi:type="dcterms:W3CDTF">2019-10-15T13:37:00Z</dcterms:modified>
</cp:coreProperties>
</file>